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8F4E0C" w:rsidP="00144177">
      <w:pPr>
        <w:jc w:val="center"/>
        <w:rPr>
          <w:b/>
          <w:bCs/>
          <w:sz w:val="28"/>
          <w:szCs w:val="28"/>
        </w:rPr>
      </w:pPr>
      <w:r w:rsidRPr="008F4E0C">
        <w:rPr>
          <w:b/>
          <w:bCs/>
          <w:sz w:val="28"/>
          <w:szCs w:val="28"/>
        </w:rPr>
        <w:t>MATERIAŁÓW EKSPLOATACYJNYCH DO STERYLIZATORA PLAZMOWEGO  STERRAD 100NX Z PODZIAŁEM NA CZĘŚCI</w:t>
      </w:r>
      <w:r w:rsidR="00BF350B">
        <w:rPr>
          <w:b/>
          <w:bCs/>
          <w:sz w:val="28"/>
          <w:szCs w:val="28"/>
        </w:rPr>
        <w:t xml:space="preserve"> - 2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2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późn. zm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921FDA" w:rsidRPr="00921FDA">
        <w:rPr>
          <w:rFonts w:asciiTheme="minorHAnsi" w:hAnsiTheme="minorHAnsi"/>
          <w:b/>
          <w:sz w:val="22"/>
        </w:rPr>
        <w:t>dostawa materiałów eksploatacyjnych do sterylizatora plazmowego  STERRAD 100NX z podziałem na części</w:t>
      </w:r>
      <w:r w:rsidR="00BF350B">
        <w:rPr>
          <w:rFonts w:asciiTheme="minorHAnsi" w:hAnsiTheme="minorHAnsi"/>
          <w:b/>
          <w:sz w:val="22"/>
        </w:rPr>
        <w:t xml:space="preserve"> – 2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lastRenderedPageBreak/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DC077E"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2362C0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2C0B4E">
        <w:rPr>
          <w:sz w:val="22"/>
          <w:szCs w:val="22"/>
        </w:rPr>
        <w:t xml:space="preserve"> (stanowiący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bookmarkStart w:id="0" w:name="_GoBack"/>
      <w:bookmarkEnd w:id="0"/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DD6" w:rsidRDefault="00960DD6">
      <w:r>
        <w:separator/>
      </w:r>
    </w:p>
  </w:endnote>
  <w:endnote w:type="continuationSeparator" w:id="1">
    <w:p w:rsidR="00960DD6" w:rsidRDefault="00960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FDE" w:rsidRDefault="0071548F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8907265"/>
      <w:docPartObj>
        <w:docPartGallery w:val="Page Numbers (Bottom of Page)"/>
        <w:docPartUnique/>
      </w:docPartObj>
    </w:sdtPr>
    <w:sdtContent>
      <w:p w:rsidR="002A6B45" w:rsidRDefault="0071548F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DC077E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DD6" w:rsidRDefault="00960DD6">
      <w:r>
        <w:separator/>
      </w:r>
    </w:p>
  </w:footnote>
  <w:footnote w:type="continuationSeparator" w:id="1">
    <w:p w:rsidR="00960DD6" w:rsidRDefault="00960DD6">
      <w:r>
        <w:continuationSeparator/>
      </w:r>
    </w:p>
  </w:footnote>
  <w:footnote w:id="2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71C44">
      <w:rPr>
        <w:rFonts w:ascii="Arial" w:hAnsi="Arial"/>
        <w:noProof/>
        <w:sz w:val="20"/>
        <w:szCs w:val="20"/>
      </w:rPr>
      <w:t>k sprawy: SP ZOZ NZZP II 2400/23</w:t>
    </w:r>
    <w:r w:rsidR="00C82D97">
      <w:rPr>
        <w:rFonts w:ascii="Arial" w:hAnsi="Arial"/>
        <w:noProof/>
        <w:sz w:val="20"/>
        <w:szCs w:val="20"/>
      </w:rPr>
      <w:t>/19</w:t>
    </w:r>
    <w:r w:rsidR="00F71C44">
      <w:rPr>
        <w:rFonts w:ascii="Arial" w:hAnsi="Arial"/>
        <w:noProof/>
        <w:sz w:val="20"/>
        <w:szCs w:val="20"/>
      </w:rPr>
      <w:t xml:space="preserve">     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362C0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0B4E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D6DCA"/>
    <w:rsid w:val="006E65D1"/>
    <w:rsid w:val="006E6849"/>
    <w:rsid w:val="006F330F"/>
    <w:rsid w:val="00702A3D"/>
    <w:rsid w:val="007045EC"/>
    <w:rsid w:val="007110EF"/>
    <w:rsid w:val="00714B42"/>
    <w:rsid w:val="0071548F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4E0C"/>
    <w:rsid w:val="008F50E6"/>
    <w:rsid w:val="008F6083"/>
    <w:rsid w:val="008F716C"/>
    <w:rsid w:val="008F73AA"/>
    <w:rsid w:val="008F797E"/>
    <w:rsid w:val="00903CCE"/>
    <w:rsid w:val="00905507"/>
    <w:rsid w:val="00921FDA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0DD6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350B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77E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1C44"/>
    <w:rsid w:val="00F730B4"/>
    <w:rsid w:val="00F750FD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06F07-8CA5-4962-A905-B52076C0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55</TotalTime>
  <Pages>3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7241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dom</cp:lastModifiedBy>
  <cp:revision>142</cp:revision>
  <cp:lastPrinted>2019-03-06T11:54:00Z</cp:lastPrinted>
  <dcterms:created xsi:type="dcterms:W3CDTF">2018-03-08T08:22:00Z</dcterms:created>
  <dcterms:modified xsi:type="dcterms:W3CDTF">2019-06-03T18:40:00Z</dcterms:modified>
  <cp:category/>
</cp:coreProperties>
</file>